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6C91DFC0"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89146D" w:rsidRPr="0089146D">
        <w:rPr>
          <w:rFonts w:eastAsiaTheme="minorHAnsi"/>
          <w:lang w:val="en-GB"/>
        </w:rPr>
        <w:t>83505005</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45F5460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89146D">
        <w:rPr>
          <w:rFonts w:cs="Arial"/>
          <w:szCs w:val="22"/>
          <w:lang w:val="en-GB"/>
        </w:rPr>
        <w:t>11</w:t>
      </w:r>
      <w:r w:rsidR="00D85B8D">
        <w:rPr>
          <w:rFonts w:cs="Arial"/>
          <w:noProof/>
          <w:szCs w:val="22"/>
          <w:lang w:val="en-GB"/>
        </w:rPr>
        <w:t>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5CBE8B6"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89146D">
        <w:rPr>
          <w:rFonts w:cs="Arial"/>
          <w:lang w:val="en-GB"/>
        </w:rPr>
        <w:t>3</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1989D8AA"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89146D">
        <w:rPr>
          <w:b w:val="0"/>
          <w:lang w:val="en-GB"/>
        </w:rPr>
        <w:t>3</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72E91759"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7D4214" w:rsidRPr="007D4214">
        <w:rPr>
          <w:b w:val="0"/>
          <w:lang w:val="en-GB"/>
        </w:rPr>
        <w:t>Developing in digital library, developing chatbot engine powered by Artificial Intelligence, instalation and maintanance, peatland and natural knowledge in general</w:t>
      </w:r>
      <w:r w:rsidRPr="003F2462">
        <w:rPr>
          <w:b w:val="0"/>
          <w:lang w:val="en-GB"/>
        </w:rPr>
        <w:fldChar w:fldCharType="end"/>
      </w:r>
    </w:p>
    <w:p w14:paraId="1E565595" w14:textId="58E41F91"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3846B" w14:textId="77777777" w:rsidR="008710D5" w:rsidRDefault="008710D5" w:rsidP="00A637D0">
      <w:r>
        <w:separator/>
      </w:r>
    </w:p>
  </w:endnote>
  <w:endnote w:type="continuationSeparator" w:id="0">
    <w:p w14:paraId="1A207AD2" w14:textId="77777777" w:rsidR="008710D5" w:rsidRDefault="008710D5"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880BE" w14:textId="77777777" w:rsidR="008710D5" w:rsidRDefault="008710D5" w:rsidP="00A637D0">
      <w:r>
        <w:separator/>
      </w:r>
    </w:p>
  </w:footnote>
  <w:footnote w:type="continuationSeparator" w:id="0">
    <w:p w14:paraId="48F5C8E7" w14:textId="77777777" w:rsidR="008710D5" w:rsidRDefault="008710D5"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340D8"/>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4214"/>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D5"/>
    <w:rsid w:val="008710E3"/>
    <w:rsid w:val="008735B0"/>
    <w:rsid w:val="008761AD"/>
    <w:rsid w:val="00880B21"/>
    <w:rsid w:val="00882D2F"/>
    <w:rsid w:val="008855C2"/>
    <w:rsid w:val="008862EE"/>
    <w:rsid w:val="0089146D"/>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8747F"/>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C76D0"/>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B76AC"/>
    <w:rsid w:val="004340D8"/>
    <w:rsid w:val="00461BEE"/>
    <w:rsid w:val="00487871"/>
    <w:rsid w:val="004D3552"/>
    <w:rsid w:val="005600F0"/>
    <w:rsid w:val="005871F6"/>
    <w:rsid w:val="005C631F"/>
    <w:rsid w:val="005C6B16"/>
    <w:rsid w:val="005E2F52"/>
    <w:rsid w:val="00692794"/>
    <w:rsid w:val="006E233B"/>
    <w:rsid w:val="00715B8D"/>
    <w:rsid w:val="00770F9A"/>
    <w:rsid w:val="00821512"/>
    <w:rsid w:val="00882CCD"/>
    <w:rsid w:val="00927956"/>
    <w:rsid w:val="00950015"/>
    <w:rsid w:val="00991ACB"/>
    <w:rsid w:val="009D336F"/>
    <w:rsid w:val="00A330C5"/>
    <w:rsid w:val="00A8747F"/>
    <w:rsid w:val="00AF2B32"/>
    <w:rsid w:val="00AF7064"/>
    <w:rsid w:val="00B5752D"/>
    <w:rsid w:val="00B935A7"/>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400879a391b54bebb33062472931e93f">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80f86bd1d74d4a8d49169854653e4076"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4C671-1E33-4D5B-9DE4-3A5D4096D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3.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4.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1857</Words>
  <Characters>10587</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34</cp:revision>
  <cp:lastPrinted>2018-02-16T12:47:00Z</cp:lastPrinted>
  <dcterms:created xsi:type="dcterms:W3CDTF">2024-03-12T09:59:00Z</dcterms:created>
  <dcterms:modified xsi:type="dcterms:W3CDTF">2025-11-26T02:53:00Z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